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5FCC9A73" w:rsidR="00421E32" w:rsidRPr="00B0535A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t>REQUEST FOR PROPOSAL</w:t>
      </w: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2B43A8">
        <w:rPr>
          <w:rFonts w:asciiTheme="minorHAnsi" w:hAnsiTheme="minorHAnsi" w:cstheme="minorHAnsi"/>
          <w:b/>
          <w:sz w:val="36"/>
          <w:szCs w:val="36"/>
          <w:lang w:val="en-GB"/>
        </w:rPr>
        <w:t xml:space="preserve">Building 3D Model </w:t>
      </w:r>
    </w:p>
    <w:p w14:paraId="002A6A00" w14:textId="37235A2D" w:rsidR="004E36AD" w:rsidRPr="00B0535A" w:rsidRDefault="004E36AD" w:rsidP="00D47CCE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B0535A">
        <w:rPr>
          <w:b/>
          <w:lang w:val="en-GB"/>
        </w:rPr>
        <w:t>Procurement No:</w:t>
      </w:r>
      <w:r w:rsidRPr="00B0535A">
        <w:rPr>
          <w:lang w:val="en-GB"/>
        </w:rPr>
        <w:tab/>
      </w:r>
      <w:r w:rsidR="002E7C85">
        <w:rPr>
          <w:rStyle w:val="Strong"/>
          <w:rFonts w:asciiTheme="minorHAnsi" w:hAnsiTheme="minorHAnsi" w:cstheme="minorHAnsi"/>
          <w:lang w:val="en-GB"/>
        </w:rPr>
        <w:t>50-W001-23</w:t>
      </w:r>
    </w:p>
    <w:p w14:paraId="5271E422" w14:textId="09544010" w:rsidR="00441DA5" w:rsidRPr="00B0535A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B0535A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6DC0580F" w:rsidR="00C44890" w:rsidRDefault="00C44890" w:rsidP="00C44890">
      <w:pPr>
        <w:pStyle w:val="Heading2"/>
      </w:pPr>
      <w:bookmarkStart w:id="0" w:name="_Toc419729571"/>
      <w:bookmarkStart w:id="1" w:name="_Toc11156577"/>
      <w:r w:rsidRPr="00B0535A">
        <w:lastRenderedPageBreak/>
        <w:t>Specification</w:t>
      </w:r>
      <w:bookmarkEnd w:id="0"/>
    </w:p>
    <w:p w14:paraId="06FF1BEF" w14:textId="1675DC54" w:rsidR="00630B53" w:rsidRDefault="002B43A8" w:rsidP="00630B53">
      <w:pPr>
        <w:rPr>
          <w:lang w:val="en-GB"/>
        </w:rPr>
      </w:pPr>
      <w:r>
        <w:rPr>
          <w:lang w:val="en-GB"/>
        </w:rPr>
        <w:t>Provided below are links to the 3D Autodesk Revit model files, which can be used by the Tenderers and their subcontractors to complete the work according to the specifications:</w:t>
      </w:r>
    </w:p>
    <w:p w14:paraId="42923AA3" w14:textId="77777777" w:rsidR="00C15486" w:rsidRDefault="00C15486" w:rsidP="00630B53">
      <w:pPr>
        <w:rPr>
          <w:lang w:val="en-GB"/>
        </w:rPr>
      </w:pPr>
    </w:p>
    <w:p w14:paraId="599DBBA4" w14:textId="0BEB9C11" w:rsidR="00C15486" w:rsidRDefault="00C15486" w:rsidP="00630B53">
      <w:pPr>
        <w:rPr>
          <w:lang w:val="en-GB"/>
        </w:rPr>
      </w:pPr>
      <w:r>
        <w:rPr>
          <w:lang w:val="en-GB"/>
        </w:rPr>
        <w:t xml:space="preserve"> Link folder MEP and Architecrural:</w:t>
      </w:r>
    </w:p>
    <w:p w14:paraId="68CEE548" w14:textId="3CF03F28" w:rsidR="00C15486" w:rsidRDefault="00000000" w:rsidP="00630B53">
      <w:pPr>
        <w:rPr>
          <w:lang w:val="en-GB"/>
        </w:rPr>
      </w:pPr>
      <w:hyperlink r:id="rId11" w:history="1">
        <w:r w:rsidR="0051257C" w:rsidRPr="00126157">
          <w:rPr>
            <w:rStyle w:val="Hyperlink"/>
            <w:lang w:val="en-GB"/>
          </w:rPr>
          <w:t>https://docs.b360.autodesk.com/projects/c5372d55-9078-4105-9adc-90238be8ffc3/folders/urn:adsk.wipprod:fs.folder:co.sKS5ABclRoulsqmzVFG4rw/detail</w:t>
        </w:r>
      </w:hyperlink>
    </w:p>
    <w:p w14:paraId="3A45CC93" w14:textId="77777777" w:rsidR="0051257C" w:rsidRDefault="0051257C" w:rsidP="0051257C">
      <w:pPr>
        <w:rPr>
          <w:lang w:val="en-GB"/>
        </w:rPr>
      </w:pPr>
      <w:r>
        <w:rPr>
          <w:lang w:val="en-GB"/>
        </w:rPr>
        <w:t>Click on Download source file to download the model.</w:t>
      </w:r>
    </w:p>
    <w:p w14:paraId="500369BC" w14:textId="792B544E" w:rsidR="0051257C" w:rsidRDefault="0051257C" w:rsidP="00630B53">
      <w:pPr>
        <w:rPr>
          <w:lang w:val="en-GB"/>
        </w:rPr>
      </w:pPr>
      <w:r>
        <w:rPr>
          <w:noProof/>
        </w:rPr>
        <w:drawing>
          <wp:inline distT="0" distB="0" distL="0" distR="0" wp14:anchorId="0E4E25B5" wp14:editId="7631EE1E">
            <wp:extent cx="6106795" cy="2308225"/>
            <wp:effectExtent l="0" t="0" r="825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06795" cy="230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7DB54A" w14:textId="1287E831" w:rsidR="00C15486" w:rsidRDefault="00C15486" w:rsidP="00630B53">
      <w:pPr>
        <w:rPr>
          <w:lang w:val="en-GB"/>
        </w:rPr>
      </w:pPr>
      <w:r>
        <w:rPr>
          <w:lang w:val="en-GB"/>
        </w:rPr>
        <w:t>Link folder Structural:</w:t>
      </w:r>
    </w:p>
    <w:p w14:paraId="02E3668A" w14:textId="044287E5" w:rsidR="0051257C" w:rsidRDefault="00000000" w:rsidP="00630B53">
      <w:pPr>
        <w:rPr>
          <w:lang w:val="en-GB"/>
        </w:rPr>
      </w:pPr>
      <w:hyperlink r:id="rId13" w:history="1">
        <w:r w:rsidR="0051257C" w:rsidRPr="00126157">
          <w:rPr>
            <w:rStyle w:val="Hyperlink"/>
            <w:lang w:val="en-GB"/>
          </w:rPr>
          <w:t>https://docs.b360.autodesk.com/projects/c5372d55-9078-4105-9adc-90238be8ffc3/folders/urn:adsk.wipprod:fs.folder:co.sKS5ABclRoulsqmzVFG4rw/detail</w:t>
        </w:r>
      </w:hyperlink>
    </w:p>
    <w:p w14:paraId="68BCF518" w14:textId="5FC81876" w:rsidR="0051257C" w:rsidRDefault="0051257C" w:rsidP="00630B53">
      <w:pPr>
        <w:rPr>
          <w:lang w:val="en-GB"/>
        </w:rPr>
      </w:pPr>
      <w:r>
        <w:rPr>
          <w:lang w:val="en-GB"/>
        </w:rPr>
        <w:t>Click on Download source file to download the model.</w:t>
      </w:r>
    </w:p>
    <w:p w14:paraId="2875A886" w14:textId="77777777" w:rsidR="0051257C" w:rsidRDefault="0051257C" w:rsidP="00630B53">
      <w:pPr>
        <w:rPr>
          <w:lang w:val="en-GB"/>
        </w:rPr>
      </w:pPr>
    </w:p>
    <w:p w14:paraId="7F7A6B5D" w14:textId="3D52242A" w:rsidR="00C15486" w:rsidRDefault="0051257C" w:rsidP="00630B53">
      <w:pPr>
        <w:rPr>
          <w:lang w:val="en-GB"/>
        </w:rPr>
      </w:pPr>
      <w:r>
        <w:rPr>
          <w:noProof/>
        </w:rPr>
        <w:drawing>
          <wp:inline distT="0" distB="0" distL="0" distR="0" wp14:anchorId="13422F36" wp14:editId="7E45277F">
            <wp:extent cx="6106795" cy="2047240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06795" cy="204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5E1307" w14:textId="6DFEA224" w:rsidR="0051257C" w:rsidRDefault="0051257C" w:rsidP="0051257C">
      <w:pPr>
        <w:rPr>
          <w:lang w:val="en-GB"/>
        </w:rPr>
      </w:pPr>
      <w:r w:rsidRPr="0051257C">
        <w:rPr>
          <w:lang w:val="en-GB"/>
        </w:rPr>
        <w:lastRenderedPageBreak/>
        <w:t>Autodesk &amp; BIM360 Login</w:t>
      </w:r>
      <w:r>
        <w:rPr>
          <w:lang w:val="en-GB"/>
        </w:rPr>
        <w:t>:</w:t>
      </w:r>
    </w:p>
    <w:p w14:paraId="5C5C302F" w14:textId="49A60015" w:rsidR="0051257C" w:rsidRPr="0051257C" w:rsidRDefault="0051257C" w:rsidP="0051257C">
      <w:pPr>
        <w:rPr>
          <w:lang w:val="en-GB"/>
        </w:rPr>
      </w:pPr>
      <w:r w:rsidRPr="0051257C">
        <w:rPr>
          <w:lang w:val="en-GB"/>
        </w:rPr>
        <w:t>ID: ICE.BIM360.Guest@gmail.com</w:t>
      </w:r>
    </w:p>
    <w:p w14:paraId="000D1C87" w14:textId="57B158BC" w:rsidR="00C15486" w:rsidRDefault="0051257C" w:rsidP="0051257C">
      <w:pPr>
        <w:rPr>
          <w:lang w:val="en-GB"/>
        </w:rPr>
      </w:pPr>
      <w:r w:rsidRPr="0051257C">
        <w:rPr>
          <w:lang w:val="en-GB"/>
        </w:rPr>
        <w:t>Pass: ICE@Share123</w:t>
      </w:r>
    </w:p>
    <w:p w14:paraId="756217F4" w14:textId="7F2CFD76" w:rsidR="002B43A8" w:rsidRDefault="002B43A8" w:rsidP="00630B53">
      <w:pPr>
        <w:rPr>
          <w:lang w:val="en-GB"/>
        </w:rPr>
      </w:pPr>
    </w:p>
    <w:p w14:paraId="7C049C56" w14:textId="43E8FF61" w:rsidR="002B43A8" w:rsidRDefault="002B43A8" w:rsidP="00630B53">
      <w:pPr>
        <w:rPr>
          <w:lang w:val="en-GB"/>
        </w:rPr>
      </w:pPr>
    </w:p>
    <w:bookmarkEnd w:id="1"/>
    <w:p w14:paraId="5C9A1177" w14:textId="77777777" w:rsidR="002B43A8" w:rsidRPr="00630B53" w:rsidRDefault="002B43A8" w:rsidP="00630B53">
      <w:pPr>
        <w:rPr>
          <w:lang w:val="en-GB"/>
        </w:rPr>
      </w:pPr>
    </w:p>
    <w:sectPr w:rsidR="002B43A8" w:rsidRPr="00630B53" w:rsidSect="002B43A8">
      <w:headerReference w:type="default" r:id="rId15"/>
      <w:footerReference w:type="default" r:id="rId16"/>
      <w:headerReference w:type="first" r:id="rId17"/>
      <w:type w:val="oddPage"/>
      <w:pgSz w:w="12240" w:h="15840" w:code="1"/>
      <w:pgMar w:top="1593" w:right="1183" w:bottom="1080" w:left="1440" w:header="142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A14FD" w14:textId="77777777" w:rsidR="0042282D" w:rsidRDefault="0042282D">
      <w:r>
        <w:separator/>
      </w:r>
    </w:p>
  </w:endnote>
  <w:endnote w:type="continuationSeparator" w:id="0">
    <w:p w14:paraId="32FC7B83" w14:textId="77777777" w:rsidR="0042282D" w:rsidRDefault="0042282D">
      <w:r>
        <w:continuationSeparator/>
      </w:r>
    </w:p>
  </w:endnote>
  <w:endnote w:type="continuationNotice" w:id="1">
    <w:p w14:paraId="7B3A9B03" w14:textId="77777777" w:rsidR="0042282D" w:rsidRDefault="004228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3708C18E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2E7C85">
      <w:rPr>
        <w:noProof/>
      </w:rPr>
      <w:t>2023-02-16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2BD4C" w14:textId="77777777" w:rsidR="0042282D" w:rsidRDefault="0042282D">
      <w:r>
        <w:separator/>
      </w:r>
    </w:p>
  </w:footnote>
  <w:footnote w:type="continuationSeparator" w:id="0">
    <w:p w14:paraId="6251CF3C" w14:textId="77777777" w:rsidR="0042282D" w:rsidRDefault="0042282D">
      <w:r>
        <w:continuationSeparator/>
      </w:r>
    </w:p>
  </w:footnote>
  <w:footnote w:type="continuationNotice" w:id="1">
    <w:p w14:paraId="3B7F84B2" w14:textId="77777777" w:rsidR="0042282D" w:rsidRDefault="004228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16A1" w14:textId="77777777" w:rsidR="001A0764" w:rsidRPr="00D47CCE" w:rsidRDefault="001A0764" w:rsidP="00D47C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5D669" w14:textId="23E8612D" w:rsidR="00133D55" w:rsidRPr="003E5941" w:rsidRDefault="00133D55" w:rsidP="003E59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E3906"/>
    <w:multiLevelType w:val="hybridMultilevel"/>
    <w:tmpl w:val="A9C475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4452B0"/>
    <w:multiLevelType w:val="hybridMultilevel"/>
    <w:tmpl w:val="D0E471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362921">
    <w:abstractNumId w:val="2"/>
  </w:num>
  <w:num w:numId="2" w16cid:durableId="584071690">
    <w:abstractNumId w:val="15"/>
  </w:num>
  <w:num w:numId="3" w16cid:durableId="622418614">
    <w:abstractNumId w:val="16"/>
  </w:num>
  <w:num w:numId="4" w16cid:durableId="356739929">
    <w:abstractNumId w:val="6"/>
  </w:num>
  <w:num w:numId="5" w16cid:durableId="1564560199">
    <w:abstractNumId w:val="5"/>
  </w:num>
  <w:num w:numId="6" w16cid:durableId="2006082571">
    <w:abstractNumId w:val="10"/>
  </w:num>
  <w:num w:numId="7" w16cid:durableId="1593540498">
    <w:abstractNumId w:val="7"/>
  </w:num>
  <w:num w:numId="8" w16cid:durableId="341322865">
    <w:abstractNumId w:val="12"/>
  </w:num>
  <w:num w:numId="9" w16cid:durableId="476606310">
    <w:abstractNumId w:val="1"/>
  </w:num>
  <w:num w:numId="10" w16cid:durableId="132602741">
    <w:abstractNumId w:val="11"/>
  </w:num>
  <w:num w:numId="11" w16cid:durableId="1876575129">
    <w:abstractNumId w:val="3"/>
  </w:num>
  <w:num w:numId="12" w16cid:durableId="921134994">
    <w:abstractNumId w:val="9"/>
  </w:num>
  <w:num w:numId="13" w16cid:durableId="740565929">
    <w:abstractNumId w:val="13"/>
  </w:num>
  <w:num w:numId="14" w16cid:durableId="102455897">
    <w:abstractNumId w:val="4"/>
  </w:num>
  <w:num w:numId="15" w16cid:durableId="1413695871">
    <w:abstractNumId w:val="8"/>
  </w:num>
  <w:num w:numId="16" w16cid:durableId="492331018">
    <w:abstractNumId w:val="0"/>
  </w:num>
  <w:num w:numId="17" w16cid:durableId="1300920457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71D5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17D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32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3BC"/>
    <w:rsid w:val="001707B8"/>
    <w:rsid w:val="0017142A"/>
    <w:rsid w:val="00171744"/>
    <w:rsid w:val="00172854"/>
    <w:rsid w:val="00172B7A"/>
    <w:rsid w:val="001735BD"/>
    <w:rsid w:val="001760BE"/>
    <w:rsid w:val="001764C8"/>
    <w:rsid w:val="001771F7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4D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3F29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2D89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437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2E3F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A755A"/>
    <w:rsid w:val="002B05CA"/>
    <w:rsid w:val="002B39E4"/>
    <w:rsid w:val="002B4161"/>
    <w:rsid w:val="002B43A8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91A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E7C85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2FE8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5159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82D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C7F32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1FB1"/>
    <w:rsid w:val="005029CB"/>
    <w:rsid w:val="00504DB0"/>
    <w:rsid w:val="00506918"/>
    <w:rsid w:val="00510E37"/>
    <w:rsid w:val="00512365"/>
    <w:rsid w:val="0051257C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0B53"/>
    <w:rsid w:val="00631EB7"/>
    <w:rsid w:val="00633128"/>
    <w:rsid w:val="00634299"/>
    <w:rsid w:val="00634921"/>
    <w:rsid w:val="006352D0"/>
    <w:rsid w:val="006360A4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46FEF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043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9D0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35A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4D40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660"/>
    <w:rsid w:val="00C03D1C"/>
    <w:rsid w:val="00C05881"/>
    <w:rsid w:val="00C05BFA"/>
    <w:rsid w:val="00C06274"/>
    <w:rsid w:val="00C119A7"/>
    <w:rsid w:val="00C128E7"/>
    <w:rsid w:val="00C12CEC"/>
    <w:rsid w:val="00C1426C"/>
    <w:rsid w:val="00C15486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2705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37813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CCE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5D57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4C77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6DA7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docs.b360.autodesk.com/projects/c5372d55-9078-4105-9adc-90238be8ffc3/folders/urn:adsk.wipprod:fs.folder:co.sKS5ABclRoulsqmzVFG4rw/detai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ocs.b360.autodesk.com/projects/c5372d55-9078-4105-9adc-90238be8ffc3/folders/urn:adsk.wipprod:fs.folder:co.sKS5ABclRoulsqmzVFG4rw/detai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BCC3A3-4545-4AF9-AF5A-2AA30F339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13</TotalTime>
  <Pages>3</Pages>
  <Words>167</Words>
  <Characters>953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1118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Koaa Ekeata</cp:lastModifiedBy>
  <cp:revision>3</cp:revision>
  <cp:lastPrinted>2013-10-18T08:32:00Z</cp:lastPrinted>
  <dcterms:created xsi:type="dcterms:W3CDTF">2022-12-28T04:12:00Z</dcterms:created>
  <dcterms:modified xsi:type="dcterms:W3CDTF">2023-02-15T23:22:00Z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